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2:</w:t>
      </w:r>
    </w:p>
    <w:p>
      <w:pPr>
        <w:jc w:val="center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jc w:val="center"/>
        <w:outlineLvl w:val="0"/>
        <w:rPr>
          <w:rFonts w:hint="default" w:ascii="Times New Roman" w:hAnsi="Times New Roman" w:eastAsia="仿宋" w:cs="Times New Roman"/>
          <w:b/>
          <w:sz w:val="44"/>
          <w:szCs w:val="44"/>
        </w:rPr>
      </w:pPr>
      <w:r>
        <w:rPr>
          <w:rFonts w:hint="default" w:ascii="Times New Roman" w:hAnsi="Times New Roman" w:eastAsia="仿宋" w:cs="Times New Roman"/>
          <w:b/>
          <w:sz w:val="44"/>
          <w:szCs w:val="44"/>
        </w:rPr>
        <w:t>江西省水利工程优质（赣鄱）奖申报表</w:t>
      </w: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662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  <w:t>项目名称</w:t>
            </w:r>
          </w:p>
        </w:tc>
        <w:tc>
          <w:tcPr>
            <w:tcW w:w="6662" w:type="dxa"/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5670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  <w:t>申报单位（盖章）</w:t>
            </w:r>
          </w:p>
        </w:tc>
        <w:tc>
          <w:tcPr>
            <w:tcW w:w="5670" w:type="dxa"/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rPr>
          <w:rFonts w:hint="default" w:ascii="Times New Roman" w:hAnsi="Times New Roman" w:eastAsia="仿宋" w:cs="Times New Roman"/>
          <w:b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662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nil"/>
              <w:bottom w:val="nil"/>
            </w:tcBorders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  <w:t>申报日期</w:t>
            </w:r>
          </w:p>
        </w:tc>
        <w:tc>
          <w:tcPr>
            <w:tcW w:w="6662" w:type="dxa"/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b/>
                <w:sz w:val="32"/>
                <w:szCs w:val="32"/>
              </w:rPr>
            </w:pPr>
          </w:p>
        </w:tc>
      </w:tr>
    </w:tbl>
    <w:p>
      <w:pPr>
        <w:widowControl/>
        <w:jc w:val="both"/>
        <w:rPr>
          <w:rFonts w:hint="default" w:ascii="Times New Roman" w:hAnsi="Times New Roman" w:eastAsia="仿宋" w:cs="Times New Roman"/>
        </w:rPr>
      </w:pPr>
    </w:p>
    <w:p>
      <w:pPr>
        <w:widowControl/>
        <w:jc w:val="both"/>
        <w:rPr>
          <w:rFonts w:hint="default" w:ascii="Times New Roman" w:hAnsi="Times New Roman" w:eastAsia="仿宋" w:cs="Times New Roman"/>
        </w:rPr>
      </w:pPr>
    </w:p>
    <w:p>
      <w:pPr>
        <w:widowControl/>
        <w:jc w:val="both"/>
        <w:rPr>
          <w:rFonts w:hint="default" w:ascii="Times New Roman" w:hAnsi="Times New Roman" w:eastAsia="仿宋" w:cs="Times New Roman"/>
        </w:rPr>
      </w:pPr>
    </w:p>
    <w:p>
      <w:pPr>
        <w:widowControl/>
        <w:jc w:val="both"/>
        <w:rPr>
          <w:rFonts w:hint="default" w:ascii="Times New Roman" w:hAnsi="Times New Roman" w:eastAsia="仿宋" w:cs="Times New Roman"/>
        </w:rPr>
      </w:pPr>
    </w:p>
    <w:p>
      <w:pPr>
        <w:widowControl/>
        <w:jc w:val="both"/>
        <w:rPr>
          <w:rFonts w:hint="default" w:ascii="Times New Roman" w:hAnsi="Times New Roman" w:eastAsia="仿宋" w:cs="Times New Roman"/>
        </w:rPr>
      </w:pPr>
    </w:p>
    <w:p>
      <w:pPr>
        <w:widowControl/>
        <w:jc w:val="center"/>
        <w:outlineLvl w:val="0"/>
        <w:rPr>
          <w:rFonts w:hint="default" w:ascii="Times New Roman" w:hAnsi="Times New Roman" w:eastAsia="仿宋" w:cs="Times New Roman"/>
          <w:b/>
          <w:sz w:val="36"/>
          <w:szCs w:val="36"/>
          <w:lang w:eastAsia="zh-CN"/>
        </w:rPr>
      </w:pPr>
      <w:r>
        <w:rPr>
          <w:rFonts w:hint="default" w:ascii="Times New Roman" w:hAnsi="Times New Roman" w:eastAsia="仿宋" w:cs="Times New Roman"/>
          <w:b/>
          <w:sz w:val="36"/>
          <w:szCs w:val="36"/>
          <w:lang w:eastAsia="zh-CN"/>
        </w:rPr>
        <w:t>江西省水利学会制</w:t>
      </w:r>
    </w:p>
    <w:p>
      <w:pPr>
        <w:widowControl/>
        <w:jc w:val="center"/>
        <w:outlineLvl w:val="0"/>
        <w:rPr>
          <w:rFonts w:hint="default" w:ascii="Times New Roman" w:hAnsi="Times New Roman" w:eastAsia="仿宋" w:cs="Times New Roman"/>
          <w:b/>
          <w:sz w:val="36"/>
          <w:szCs w:val="36"/>
          <w:lang w:eastAsia="zh-CN"/>
        </w:rPr>
      </w:pPr>
      <w:r>
        <w:rPr>
          <w:rFonts w:hint="default" w:ascii="Times New Roman" w:hAnsi="Times New Roman" w:eastAsia="仿宋" w:cs="Times New Roman"/>
          <w:b/>
          <w:sz w:val="36"/>
          <w:szCs w:val="36"/>
          <w:lang w:eastAsia="zh-CN"/>
        </w:rPr>
        <w:t>二〇二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sz w:val="36"/>
          <w:szCs w:val="36"/>
          <w:lang w:eastAsia="zh-CN"/>
        </w:rPr>
        <w:t>年</w:t>
      </w:r>
    </w:p>
    <w:p>
      <w:pPr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</w:rPr>
      </w:pPr>
    </w:p>
    <w:p>
      <w:pPr>
        <w:jc w:val="center"/>
        <w:outlineLvl w:val="0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t>填 表 说 明</w:t>
      </w:r>
    </w:p>
    <w:p>
      <w:pPr>
        <w:jc w:val="center"/>
        <w:rPr>
          <w:rFonts w:hint="default" w:ascii="Times New Roman" w:hAnsi="Times New Roman" w:eastAsia="仿宋" w:cs="Times New Roman"/>
          <w:b/>
          <w:sz w:val="32"/>
          <w:szCs w:val="32"/>
        </w:rPr>
      </w:pP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一、申报江西省水利工程优质（赣鄱）奖的项目，需提供本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申报</w:t>
      </w:r>
      <w:r>
        <w:rPr>
          <w:rFonts w:hint="default" w:ascii="Times New Roman" w:hAnsi="Times New Roman" w:eastAsia="仿宋" w:cs="Times New Roman"/>
          <w:sz w:val="32"/>
          <w:szCs w:val="32"/>
        </w:rPr>
        <w:t>表一份，封面加盖公章，并附电子版。</w:t>
      </w: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二、申报内容必须全面、准确、真实。填表字迹应工整，使用A4纸双面填写或打印，以非活页方式单独装订成册。</w:t>
      </w: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三、工程建设单位（项目法人、代建机构）、设计、监理、施工等单位的名称要求填写法定名称（全称），由单位法定代表人签字，并加盖单位公章。</w:t>
      </w: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四、参建单位为承担主体工程建设的设计、监理、施工及检测等单位。</w:t>
      </w: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五、申报“项目名称”必须与初步设计批复文件上的工程名称一致。</w:t>
      </w:r>
    </w:p>
    <w:p>
      <w:pPr>
        <w:ind w:firstLine="632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六、《申请报告》是反映工程概况、工程设计与服务、施工管理、质量与安全管理、工程运行管理与效益等全面反映工程建设情况的综述性报告，字数限三千字以内，有关情况需提供证明资料的另行成册。</w:t>
      </w:r>
    </w:p>
    <w:p>
      <w:pPr>
        <w:widowControl/>
        <w:jc w:val="left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sz w:val="32"/>
          <w:szCs w:val="32"/>
        </w:rPr>
        <w:br w:type="page"/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51"/>
        <w:gridCol w:w="1655"/>
        <w:gridCol w:w="1606"/>
        <w:gridCol w:w="746"/>
        <w:gridCol w:w="813"/>
        <w:gridCol w:w="287"/>
        <w:gridCol w:w="1008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申报单位</w:t>
            </w: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（或建设单位）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建设项目法人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名    称</w:t>
            </w:r>
          </w:p>
        </w:tc>
        <w:tc>
          <w:tcPr>
            <w:tcW w:w="345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邮  编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地    址</w:t>
            </w:r>
          </w:p>
        </w:tc>
        <w:tc>
          <w:tcPr>
            <w:tcW w:w="58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 责 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 系 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50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负责人（签字）：           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50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其他主要参建单位</w:t>
            </w:r>
          </w:p>
        </w:tc>
        <w:tc>
          <w:tcPr>
            <w:tcW w:w="75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施工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名    称</w:t>
            </w:r>
          </w:p>
        </w:tc>
        <w:tc>
          <w:tcPr>
            <w:tcW w:w="345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邮编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地    址</w:t>
            </w:r>
          </w:p>
        </w:tc>
        <w:tc>
          <w:tcPr>
            <w:tcW w:w="58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项目经理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 系 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负责人（签字）：           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有多家单位的自行添加表格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设计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名    称</w:t>
            </w:r>
          </w:p>
        </w:tc>
        <w:tc>
          <w:tcPr>
            <w:tcW w:w="345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邮编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地    址</w:t>
            </w:r>
          </w:p>
        </w:tc>
        <w:tc>
          <w:tcPr>
            <w:tcW w:w="58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项目设计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 系 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负责人（签字）：           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有多家单位的自行添加表格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其他主要参建单位</w:t>
            </w:r>
          </w:p>
        </w:tc>
        <w:tc>
          <w:tcPr>
            <w:tcW w:w="75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监理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名    称</w:t>
            </w:r>
          </w:p>
        </w:tc>
        <w:tc>
          <w:tcPr>
            <w:tcW w:w="345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邮编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地    址</w:t>
            </w:r>
          </w:p>
        </w:tc>
        <w:tc>
          <w:tcPr>
            <w:tcW w:w="58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项目监理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 系 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负责人（签字）：           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有多家单位的自行添加表格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科研、咨询及质量检测单位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名    称</w:t>
            </w:r>
          </w:p>
        </w:tc>
        <w:tc>
          <w:tcPr>
            <w:tcW w:w="345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邮  编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地    址</w:t>
            </w:r>
          </w:p>
        </w:tc>
        <w:tc>
          <w:tcPr>
            <w:tcW w:w="588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项目检测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 系 人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电  话</w:t>
            </w:r>
          </w:p>
        </w:tc>
        <w:tc>
          <w:tcPr>
            <w:tcW w:w="24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负责人（签字）：           单位盖章：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  <w:jc w:val="center"/>
        </w:trPr>
        <w:tc>
          <w:tcPr>
            <w:tcW w:w="7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</w:rPr>
              <w:t>有多家单位的自行添加表格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项目名称</w:t>
            </w: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工程规模</w:t>
            </w:r>
          </w:p>
        </w:tc>
        <w:tc>
          <w:tcPr>
            <w:tcW w:w="753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建设地点</w:t>
            </w:r>
          </w:p>
        </w:tc>
        <w:tc>
          <w:tcPr>
            <w:tcW w:w="32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概算总投资</w:t>
            </w:r>
          </w:p>
        </w:tc>
        <w:tc>
          <w:tcPr>
            <w:tcW w:w="27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开工时间</w:t>
            </w:r>
          </w:p>
        </w:tc>
        <w:tc>
          <w:tcPr>
            <w:tcW w:w="326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完工时间</w:t>
            </w:r>
          </w:p>
        </w:tc>
        <w:tc>
          <w:tcPr>
            <w:tcW w:w="27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9039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单位工程与主要分部工程质量等级核备结果：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9039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竣工验收委员会对工程项目质量的评价意见和结论：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6" w:hRule="atLeast"/>
          <w:jc w:val="center"/>
        </w:trPr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>行政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>主管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>部门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>推荐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289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（盖 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年　　月　　日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start="1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20" w:rightChars="100"/>
      <w:jc w:val="right"/>
      <w:rPr>
        <w:sz w:val="28"/>
        <w:szCs w:val="28"/>
      </w:rPr>
    </w:pPr>
    <w:r>
      <w:rPr>
        <w:rFonts w:hint="eastAsia"/>
        <w:sz w:val="28"/>
        <w:szCs w:val="28"/>
      </w:rPr>
      <w:t>－</w:t>
    </w:r>
    <w:sdt>
      <w:sdtPr>
        <w:rPr>
          <w:sz w:val="28"/>
          <w:szCs w:val="28"/>
        </w:rPr>
        <w:id w:val="-1394810917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>－</w:t>
        </w:r>
      </w:sdtContent>
    </w:sdt>
  </w:p>
  <w:p>
    <w:pPr>
      <w:pStyle w:val="3"/>
      <w:ind w:right="320" w:rightChars="100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320" w:leftChars="100"/>
      <w:rPr>
        <w:sz w:val="28"/>
        <w:szCs w:val="28"/>
      </w:rPr>
    </w:pPr>
    <w:r>
      <w:rPr>
        <w:rFonts w:hint="eastAsia"/>
        <w:sz w:val="28"/>
        <w:szCs w:val="28"/>
      </w:rPr>
      <w:t>－</w:t>
    </w:r>
    <w:sdt>
      <w:sdtPr>
        <w:rPr>
          <w:sz w:val="28"/>
          <w:szCs w:val="28"/>
        </w:rPr>
        <w:id w:val="-1092775235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2</w:t>
        </w:r>
        <w:r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>－</w:t>
        </w:r>
      </w:sdtContent>
    </w:sdt>
  </w:p>
  <w:p>
    <w:pPr>
      <w:pStyle w:val="3"/>
      <w:ind w:left="320" w:leftChars="100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YyODA1ZjYzNjJhN2JhNDM4MzNmNjc3ZDBjMTAyYTIifQ=="/>
  </w:docVars>
  <w:rsids>
    <w:rsidRoot w:val="09C77F69"/>
    <w:rsid w:val="00060C6A"/>
    <w:rsid w:val="000F47FA"/>
    <w:rsid w:val="000F7445"/>
    <w:rsid w:val="0012400E"/>
    <w:rsid w:val="001E3F68"/>
    <w:rsid w:val="002651EC"/>
    <w:rsid w:val="003B1B15"/>
    <w:rsid w:val="004453C1"/>
    <w:rsid w:val="0049726E"/>
    <w:rsid w:val="00542C4B"/>
    <w:rsid w:val="00577718"/>
    <w:rsid w:val="005D2854"/>
    <w:rsid w:val="005E5AFC"/>
    <w:rsid w:val="0060567C"/>
    <w:rsid w:val="00612345"/>
    <w:rsid w:val="006835FB"/>
    <w:rsid w:val="006968DF"/>
    <w:rsid w:val="0069744B"/>
    <w:rsid w:val="00746E2F"/>
    <w:rsid w:val="0078768E"/>
    <w:rsid w:val="0082484B"/>
    <w:rsid w:val="00833296"/>
    <w:rsid w:val="00846033"/>
    <w:rsid w:val="008634FA"/>
    <w:rsid w:val="00874C82"/>
    <w:rsid w:val="008F127C"/>
    <w:rsid w:val="009010D9"/>
    <w:rsid w:val="009610F6"/>
    <w:rsid w:val="00A604BF"/>
    <w:rsid w:val="00B436F2"/>
    <w:rsid w:val="00B46918"/>
    <w:rsid w:val="00B80A45"/>
    <w:rsid w:val="00C33B83"/>
    <w:rsid w:val="00C6664C"/>
    <w:rsid w:val="00C87C63"/>
    <w:rsid w:val="00D96356"/>
    <w:rsid w:val="00E16FE2"/>
    <w:rsid w:val="00EE3E48"/>
    <w:rsid w:val="01233A9E"/>
    <w:rsid w:val="01565C22"/>
    <w:rsid w:val="01675739"/>
    <w:rsid w:val="01E21263"/>
    <w:rsid w:val="01FB40D3"/>
    <w:rsid w:val="0247556A"/>
    <w:rsid w:val="025A704C"/>
    <w:rsid w:val="0288545C"/>
    <w:rsid w:val="02B250DA"/>
    <w:rsid w:val="02C866AB"/>
    <w:rsid w:val="02D05560"/>
    <w:rsid w:val="02D45050"/>
    <w:rsid w:val="02E42DB9"/>
    <w:rsid w:val="02FE3C77"/>
    <w:rsid w:val="030B47EA"/>
    <w:rsid w:val="0311020A"/>
    <w:rsid w:val="0321400D"/>
    <w:rsid w:val="035609CC"/>
    <w:rsid w:val="036A7762"/>
    <w:rsid w:val="03C9092D"/>
    <w:rsid w:val="03DD6186"/>
    <w:rsid w:val="042F4508"/>
    <w:rsid w:val="04386322"/>
    <w:rsid w:val="043F3C4F"/>
    <w:rsid w:val="046E5030"/>
    <w:rsid w:val="04754611"/>
    <w:rsid w:val="049F343C"/>
    <w:rsid w:val="04D37829"/>
    <w:rsid w:val="04D63CA3"/>
    <w:rsid w:val="04F25C61"/>
    <w:rsid w:val="051060E7"/>
    <w:rsid w:val="053C0C8A"/>
    <w:rsid w:val="05500BDA"/>
    <w:rsid w:val="05681A7F"/>
    <w:rsid w:val="05793C8D"/>
    <w:rsid w:val="05997E8B"/>
    <w:rsid w:val="05A607FA"/>
    <w:rsid w:val="05A827C4"/>
    <w:rsid w:val="05CD5D86"/>
    <w:rsid w:val="05EF7809"/>
    <w:rsid w:val="05FC3F93"/>
    <w:rsid w:val="061614DB"/>
    <w:rsid w:val="06534455"/>
    <w:rsid w:val="06540256"/>
    <w:rsid w:val="065F10D4"/>
    <w:rsid w:val="066A7A79"/>
    <w:rsid w:val="066E1317"/>
    <w:rsid w:val="067433C9"/>
    <w:rsid w:val="06764670"/>
    <w:rsid w:val="069A035E"/>
    <w:rsid w:val="06C21663"/>
    <w:rsid w:val="06D73361"/>
    <w:rsid w:val="06F55595"/>
    <w:rsid w:val="07117EF5"/>
    <w:rsid w:val="07195727"/>
    <w:rsid w:val="071F6AB6"/>
    <w:rsid w:val="075229E7"/>
    <w:rsid w:val="07E775D3"/>
    <w:rsid w:val="07F4584C"/>
    <w:rsid w:val="07F608E5"/>
    <w:rsid w:val="080F6B2A"/>
    <w:rsid w:val="0843015E"/>
    <w:rsid w:val="08621F76"/>
    <w:rsid w:val="09104908"/>
    <w:rsid w:val="097E7AC3"/>
    <w:rsid w:val="099C43EE"/>
    <w:rsid w:val="09B554AF"/>
    <w:rsid w:val="09C77F69"/>
    <w:rsid w:val="0A014251"/>
    <w:rsid w:val="0A232419"/>
    <w:rsid w:val="0A283ED3"/>
    <w:rsid w:val="0A326B00"/>
    <w:rsid w:val="0A434869"/>
    <w:rsid w:val="0A5D47C8"/>
    <w:rsid w:val="0A801619"/>
    <w:rsid w:val="0AA3355A"/>
    <w:rsid w:val="0AA3501D"/>
    <w:rsid w:val="0AB319EF"/>
    <w:rsid w:val="0AB87005"/>
    <w:rsid w:val="0AE4604C"/>
    <w:rsid w:val="0B301291"/>
    <w:rsid w:val="0B496E62"/>
    <w:rsid w:val="0B9A2BAF"/>
    <w:rsid w:val="0BB9275E"/>
    <w:rsid w:val="0BB93035"/>
    <w:rsid w:val="0BE502CE"/>
    <w:rsid w:val="0C2C7CAB"/>
    <w:rsid w:val="0C397780"/>
    <w:rsid w:val="0C871385"/>
    <w:rsid w:val="0CC200A2"/>
    <w:rsid w:val="0CCC378F"/>
    <w:rsid w:val="0CE045F1"/>
    <w:rsid w:val="0CFA1B57"/>
    <w:rsid w:val="0CFB142B"/>
    <w:rsid w:val="0D076022"/>
    <w:rsid w:val="0D4476E9"/>
    <w:rsid w:val="0D7A4A46"/>
    <w:rsid w:val="0D98081A"/>
    <w:rsid w:val="0DDF2AFB"/>
    <w:rsid w:val="0DFF4F4B"/>
    <w:rsid w:val="0E341099"/>
    <w:rsid w:val="0E741495"/>
    <w:rsid w:val="0E776B71"/>
    <w:rsid w:val="0EA37FCC"/>
    <w:rsid w:val="0EB21FBD"/>
    <w:rsid w:val="0EC07C41"/>
    <w:rsid w:val="0EC56195"/>
    <w:rsid w:val="0F5D461F"/>
    <w:rsid w:val="0F67724C"/>
    <w:rsid w:val="0F754B3D"/>
    <w:rsid w:val="0FA83AEC"/>
    <w:rsid w:val="0FC401FA"/>
    <w:rsid w:val="1021564D"/>
    <w:rsid w:val="103F5AD3"/>
    <w:rsid w:val="104F3F68"/>
    <w:rsid w:val="10525806"/>
    <w:rsid w:val="105A659B"/>
    <w:rsid w:val="10BE269C"/>
    <w:rsid w:val="10E741A0"/>
    <w:rsid w:val="10E87F18"/>
    <w:rsid w:val="10F44B0F"/>
    <w:rsid w:val="10F92125"/>
    <w:rsid w:val="10FB7C4C"/>
    <w:rsid w:val="10FD7E68"/>
    <w:rsid w:val="110120D3"/>
    <w:rsid w:val="1182211B"/>
    <w:rsid w:val="11A71B81"/>
    <w:rsid w:val="11BD5C5A"/>
    <w:rsid w:val="11E76422"/>
    <w:rsid w:val="11F734B4"/>
    <w:rsid w:val="124B4C03"/>
    <w:rsid w:val="124E685E"/>
    <w:rsid w:val="12502219"/>
    <w:rsid w:val="125C0BBE"/>
    <w:rsid w:val="12641821"/>
    <w:rsid w:val="126B0E01"/>
    <w:rsid w:val="126D383C"/>
    <w:rsid w:val="12702FC6"/>
    <w:rsid w:val="127B54E8"/>
    <w:rsid w:val="128A572B"/>
    <w:rsid w:val="12AB744F"/>
    <w:rsid w:val="12B04A66"/>
    <w:rsid w:val="12E36F17"/>
    <w:rsid w:val="12ED1816"/>
    <w:rsid w:val="12F40DF6"/>
    <w:rsid w:val="12FB2185"/>
    <w:rsid w:val="12FF2181"/>
    <w:rsid w:val="13044C6B"/>
    <w:rsid w:val="13174AE5"/>
    <w:rsid w:val="1324792E"/>
    <w:rsid w:val="135A334F"/>
    <w:rsid w:val="1360023A"/>
    <w:rsid w:val="136715C8"/>
    <w:rsid w:val="137567E2"/>
    <w:rsid w:val="13A520F1"/>
    <w:rsid w:val="13C06F2A"/>
    <w:rsid w:val="13C24A51"/>
    <w:rsid w:val="13E21F5F"/>
    <w:rsid w:val="141554C8"/>
    <w:rsid w:val="141D437D"/>
    <w:rsid w:val="142E20E6"/>
    <w:rsid w:val="145002AE"/>
    <w:rsid w:val="14E90674"/>
    <w:rsid w:val="15080B89"/>
    <w:rsid w:val="151011C6"/>
    <w:rsid w:val="15101568"/>
    <w:rsid w:val="15267261"/>
    <w:rsid w:val="15595889"/>
    <w:rsid w:val="155B6F0B"/>
    <w:rsid w:val="15995C85"/>
    <w:rsid w:val="15E45152"/>
    <w:rsid w:val="16377978"/>
    <w:rsid w:val="163F682C"/>
    <w:rsid w:val="16442095"/>
    <w:rsid w:val="16573B76"/>
    <w:rsid w:val="16CF5E02"/>
    <w:rsid w:val="16D43419"/>
    <w:rsid w:val="16D4387A"/>
    <w:rsid w:val="171001C9"/>
    <w:rsid w:val="172D2B29"/>
    <w:rsid w:val="17514A69"/>
    <w:rsid w:val="175A6D7E"/>
    <w:rsid w:val="176F4EEF"/>
    <w:rsid w:val="177644D0"/>
    <w:rsid w:val="178F10EE"/>
    <w:rsid w:val="17E53404"/>
    <w:rsid w:val="17EE050A"/>
    <w:rsid w:val="18176CD7"/>
    <w:rsid w:val="188B3FAB"/>
    <w:rsid w:val="18934C0E"/>
    <w:rsid w:val="18992F49"/>
    <w:rsid w:val="189C7F66"/>
    <w:rsid w:val="18DA45EA"/>
    <w:rsid w:val="19193365"/>
    <w:rsid w:val="191D411B"/>
    <w:rsid w:val="19445F08"/>
    <w:rsid w:val="19526877"/>
    <w:rsid w:val="196F11D7"/>
    <w:rsid w:val="199E1ABC"/>
    <w:rsid w:val="19B3645C"/>
    <w:rsid w:val="19C37774"/>
    <w:rsid w:val="19E6273F"/>
    <w:rsid w:val="1A3A17E5"/>
    <w:rsid w:val="1A4E4BB7"/>
    <w:rsid w:val="1A8707A2"/>
    <w:rsid w:val="1ABD5F72"/>
    <w:rsid w:val="1AD459BA"/>
    <w:rsid w:val="1AD87250"/>
    <w:rsid w:val="1B1A3AF4"/>
    <w:rsid w:val="1B4B17D0"/>
    <w:rsid w:val="1B662AAD"/>
    <w:rsid w:val="1B701236"/>
    <w:rsid w:val="1B944F25"/>
    <w:rsid w:val="1BAC40D6"/>
    <w:rsid w:val="1BC05D1A"/>
    <w:rsid w:val="1BF6798D"/>
    <w:rsid w:val="1C1F08B6"/>
    <w:rsid w:val="1C4306F9"/>
    <w:rsid w:val="1C7C48B9"/>
    <w:rsid w:val="1CA67605"/>
    <w:rsid w:val="1CC61A56"/>
    <w:rsid w:val="1CD81EAC"/>
    <w:rsid w:val="1CFF0AC4"/>
    <w:rsid w:val="1D0E6F59"/>
    <w:rsid w:val="1D594678"/>
    <w:rsid w:val="1D6B43AB"/>
    <w:rsid w:val="1D743260"/>
    <w:rsid w:val="1D90796E"/>
    <w:rsid w:val="1DDE4B7D"/>
    <w:rsid w:val="1E2F362A"/>
    <w:rsid w:val="1E4744D0"/>
    <w:rsid w:val="1E760CF8"/>
    <w:rsid w:val="1E7948A6"/>
    <w:rsid w:val="1EA25BAA"/>
    <w:rsid w:val="1EA71413"/>
    <w:rsid w:val="1EBA7398"/>
    <w:rsid w:val="1F1A33FA"/>
    <w:rsid w:val="1F527A98"/>
    <w:rsid w:val="1F5F1CED"/>
    <w:rsid w:val="1F691EA7"/>
    <w:rsid w:val="1F6D440A"/>
    <w:rsid w:val="1FF16DE9"/>
    <w:rsid w:val="1FF336AD"/>
    <w:rsid w:val="1FFC753C"/>
    <w:rsid w:val="20360CA0"/>
    <w:rsid w:val="20523600"/>
    <w:rsid w:val="207F2647"/>
    <w:rsid w:val="20937887"/>
    <w:rsid w:val="20B47E17"/>
    <w:rsid w:val="21076199"/>
    <w:rsid w:val="210F504D"/>
    <w:rsid w:val="21303941"/>
    <w:rsid w:val="214C49D5"/>
    <w:rsid w:val="214C4A07"/>
    <w:rsid w:val="21690C01"/>
    <w:rsid w:val="21935517"/>
    <w:rsid w:val="2197751D"/>
    <w:rsid w:val="21A1039B"/>
    <w:rsid w:val="21A165ED"/>
    <w:rsid w:val="21BE719F"/>
    <w:rsid w:val="21C5554D"/>
    <w:rsid w:val="21D95D87"/>
    <w:rsid w:val="21ED1832"/>
    <w:rsid w:val="21F42BC1"/>
    <w:rsid w:val="22034BB2"/>
    <w:rsid w:val="221C2118"/>
    <w:rsid w:val="22500C03"/>
    <w:rsid w:val="225B49EE"/>
    <w:rsid w:val="22835CF3"/>
    <w:rsid w:val="22C32593"/>
    <w:rsid w:val="22EB712D"/>
    <w:rsid w:val="22F10EAE"/>
    <w:rsid w:val="2309444A"/>
    <w:rsid w:val="231053F9"/>
    <w:rsid w:val="23694EE9"/>
    <w:rsid w:val="2375388E"/>
    <w:rsid w:val="237F6B2A"/>
    <w:rsid w:val="238E0DF3"/>
    <w:rsid w:val="23A14683"/>
    <w:rsid w:val="23A83C63"/>
    <w:rsid w:val="23D22A8E"/>
    <w:rsid w:val="23DB7D31"/>
    <w:rsid w:val="23F5341F"/>
    <w:rsid w:val="241E3F25"/>
    <w:rsid w:val="24E94533"/>
    <w:rsid w:val="25096F60"/>
    <w:rsid w:val="250F7D12"/>
    <w:rsid w:val="254B6F9C"/>
    <w:rsid w:val="25740F1D"/>
    <w:rsid w:val="2580651A"/>
    <w:rsid w:val="25AB7A3A"/>
    <w:rsid w:val="25BD776E"/>
    <w:rsid w:val="25FA62CC"/>
    <w:rsid w:val="263135A5"/>
    <w:rsid w:val="2665408D"/>
    <w:rsid w:val="266B475B"/>
    <w:rsid w:val="267E514F"/>
    <w:rsid w:val="26AC3A6A"/>
    <w:rsid w:val="26C82B98"/>
    <w:rsid w:val="26FE3B9A"/>
    <w:rsid w:val="27005B64"/>
    <w:rsid w:val="270F70FD"/>
    <w:rsid w:val="27167136"/>
    <w:rsid w:val="27702CEA"/>
    <w:rsid w:val="27BC5F2F"/>
    <w:rsid w:val="27C70430"/>
    <w:rsid w:val="27E62FAC"/>
    <w:rsid w:val="284912F1"/>
    <w:rsid w:val="285A74F6"/>
    <w:rsid w:val="285C54D2"/>
    <w:rsid w:val="285F1E6C"/>
    <w:rsid w:val="286D7229"/>
    <w:rsid w:val="287265EE"/>
    <w:rsid w:val="28B27332"/>
    <w:rsid w:val="28B60BD0"/>
    <w:rsid w:val="28C72DDD"/>
    <w:rsid w:val="28E53263"/>
    <w:rsid w:val="2908648D"/>
    <w:rsid w:val="29B844D4"/>
    <w:rsid w:val="29C410CB"/>
    <w:rsid w:val="29EE5BF6"/>
    <w:rsid w:val="2A0A6250"/>
    <w:rsid w:val="2A1709B3"/>
    <w:rsid w:val="2A570191"/>
    <w:rsid w:val="2A9A1D31"/>
    <w:rsid w:val="2A9F5694"/>
    <w:rsid w:val="2A9F7442"/>
    <w:rsid w:val="2AA809EC"/>
    <w:rsid w:val="2AB949A8"/>
    <w:rsid w:val="2ACF5F79"/>
    <w:rsid w:val="2AD958DE"/>
    <w:rsid w:val="2B0D6D5F"/>
    <w:rsid w:val="2B473D61"/>
    <w:rsid w:val="2B68485A"/>
    <w:rsid w:val="2BC43604"/>
    <w:rsid w:val="2BC777DB"/>
    <w:rsid w:val="2BCC070B"/>
    <w:rsid w:val="2BF62621"/>
    <w:rsid w:val="2C6426F1"/>
    <w:rsid w:val="2C66290D"/>
    <w:rsid w:val="2C8A663E"/>
    <w:rsid w:val="2C932FD6"/>
    <w:rsid w:val="2CA642D0"/>
    <w:rsid w:val="2CE97D7C"/>
    <w:rsid w:val="2D1E4F96"/>
    <w:rsid w:val="2D202ABC"/>
    <w:rsid w:val="2D2A56E9"/>
    <w:rsid w:val="2D306A77"/>
    <w:rsid w:val="2D5C786C"/>
    <w:rsid w:val="2D652BC5"/>
    <w:rsid w:val="2D8C0151"/>
    <w:rsid w:val="2DA059AB"/>
    <w:rsid w:val="2DF17632"/>
    <w:rsid w:val="2E344345"/>
    <w:rsid w:val="2E5D1AEE"/>
    <w:rsid w:val="2E70537D"/>
    <w:rsid w:val="2EA80FBB"/>
    <w:rsid w:val="2EDE2C2F"/>
    <w:rsid w:val="2EED4C20"/>
    <w:rsid w:val="2F0E4B96"/>
    <w:rsid w:val="2F61116A"/>
    <w:rsid w:val="2F68699C"/>
    <w:rsid w:val="2F835584"/>
    <w:rsid w:val="2FA572A9"/>
    <w:rsid w:val="2FA774C5"/>
    <w:rsid w:val="2FAB0637"/>
    <w:rsid w:val="2FDD2EE6"/>
    <w:rsid w:val="3011493E"/>
    <w:rsid w:val="3025488D"/>
    <w:rsid w:val="306F27ED"/>
    <w:rsid w:val="307A0735"/>
    <w:rsid w:val="30A92DC8"/>
    <w:rsid w:val="30CE6CD3"/>
    <w:rsid w:val="30EB33E1"/>
    <w:rsid w:val="30EE2ED1"/>
    <w:rsid w:val="30F536A1"/>
    <w:rsid w:val="312E32CE"/>
    <w:rsid w:val="318A2BFA"/>
    <w:rsid w:val="31905D36"/>
    <w:rsid w:val="31935FAB"/>
    <w:rsid w:val="31B47C77"/>
    <w:rsid w:val="31C0661C"/>
    <w:rsid w:val="31CF685F"/>
    <w:rsid w:val="320F26A1"/>
    <w:rsid w:val="327613D0"/>
    <w:rsid w:val="328E671A"/>
    <w:rsid w:val="329F0927"/>
    <w:rsid w:val="32C57C62"/>
    <w:rsid w:val="32E12CEE"/>
    <w:rsid w:val="32F347CF"/>
    <w:rsid w:val="330662B0"/>
    <w:rsid w:val="33134E71"/>
    <w:rsid w:val="3330157F"/>
    <w:rsid w:val="33762904"/>
    <w:rsid w:val="337B5931"/>
    <w:rsid w:val="33B201E6"/>
    <w:rsid w:val="33D079A5"/>
    <w:rsid w:val="33D939C5"/>
    <w:rsid w:val="33E16D1D"/>
    <w:rsid w:val="341D413F"/>
    <w:rsid w:val="344D7F0F"/>
    <w:rsid w:val="346911EC"/>
    <w:rsid w:val="34C06933"/>
    <w:rsid w:val="34C603ED"/>
    <w:rsid w:val="34D643A8"/>
    <w:rsid w:val="34E940DB"/>
    <w:rsid w:val="35133C86"/>
    <w:rsid w:val="3538296D"/>
    <w:rsid w:val="353A66E5"/>
    <w:rsid w:val="35476D24"/>
    <w:rsid w:val="355377A7"/>
    <w:rsid w:val="35610116"/>
    <w:rsid w:val="357A2F85"/>
    <w:rsid w:val="3598340C"/>
    <w:rsid w:val="35B46497"/>
    <w:rsid w:val="35D46B3A"/>
    <w:rsid w:val="35F46EEE"/>
    <w:rsid w:val="36090A44"/>
    <w:rsid w:val="360B0ED8"/>
    <w:rsid w:val="361D01C8"/>
    <w:rsid w:val="36785717"/>
    <w:rsid w:val="36A41F16"/>
    <w:rsid w:val="36D6243D"/>
    <w:rsid w:val="36ED2000"/>
    <w:rsid w:val="370113F6"/>
    <w:rsid w:val="37313659"/>
    <w:rsid w:val="375C0B95"/>
    <w:rsid w:val="37715EA1"/>
    <w:rsid w:val="37757C6C"/>
    <w:rsid w:val="37E64902"/>
    <w:rsid w:val="382D0271"/>
    <w:rsid w:val="38507FCD"/>
    <w:rsid w:val="385775AE"/>
    <w:rsid w:val="388C54AA"/>
    <w:rsid w:val="38B22A36"/>
    <w:rsid w:val="39016D6F"/>
    <w:rsid w:val="39241D46"/>
    <w:rsid w:val="3962620A"/>
    <w:rsid w:val="398E6FFF"/>
    <w:rsid w:val="39A44A75"/>
    <w:rsid w:val="39B527DE"/>
    <w:rsid w:val="3A2D6818"/>
    <w:rsid w:val="3A7777F1"/>
    <w:rsid w:val="3A7E7074"/>
    <w:rsid w:val="3A8521B0"/>
    <w:rsid w:val="3AFB06C4"/>
    <w:rsid w:val="3B021F36"/>
    <w:rsid w:val="3B084B8F"/>
    <w:rsid w:val="3B091033"/>
    <w:rsid w:val="3B1D4ADF"/>
    <w:rsid w:val="3B255741"/>
    <w:rsid w:val="3B3D414C"/>
    <w:rsid w:val="3B4007CD"/>
    <w:rsid w:val="3B457B92"/>
    <w:rsid w:val="3B6B3A9C"/>
    <w:rsid w:val="3B7D732B"/>
    <w:rsid w:val="3B8334A3"/>
    <w:rsid w:val="3BA725FA"/>
    <w:rsid w:val="3BB30F9F"/>
    <w:rsid w:val="3BFA097C"/>
    <w:rsid w:val="3BFD161E"/>
    <w:rsid w:val="3BFF41E4"/>
    <w:rsid w:val="3C0E61D6"/>
    <w:rsid w:val="3C1063F2"/>
    <w:rsid w:val="3C131A3E"/>
    <w:rsid w:val="3C1E0B0E"/>
    <w:rsid w:val="3C2764EB"/>
    <w:rsid w:val="3C462293"/>
    <w:rsid w:val="3CB94393"/>
    <w:rsid w:val="3CC176EC"/>
    <w:rsid w:val="3CD77CE5"/>
    <w:rsid w:val="3CEB03DE"/>
    <w:rsid w:val="3D0C4E0B"/>
    <w:rsid w:val="3D113F48"/>
    <w:rsid w:val="3D590D2D"/>
    <w:rsid w:val="3D5D176C"/>
    <w:rsid w:val="3D695DB9"/>
    <w:rsid w:val="3D9B7F3D"/>
    <w:rsid w:val="3DBB5AC5"/>
    <w:rsid w:val="3DED69EA"/>
    <w:rsid w:val="3E66054B"/>
    <w:rsid w:val="3E7013C9"/>
    <w:rsid w:val="3E7C1B1C"/>
    <w:rsid w:val="3E7F4051"/>
    <w:rsid w:val="3E846C23"/>
    <w:rsid w:val="3EAD7F28"/>
    <w:rsid w:val="3EB91495"/>
    <w:rsid w:val="3ED32BF2"/>
    <w:rsid w:val="3EE33949"/>
    <w:rsid w:val="3EE55913"/>
    <w:rsid w:val="3F20694C"/>
    <w:rsid w:val="3F3643C1"/>
    <w:rsid w:val="3F4563B2"/>
    <w:rsid w:val="3FA4132B"/>
    <w:rsid w:val="3FAA4467"/>
    <w:rsid w:val="3FD634AE"/>
    <w:rsid w:val="400B3158"/>
    <w:rsid w:val="40335415"/>
    <w:rsid w:val="40387CC5"/>
    <w:rsid w:val="403A601A"/>
    <w:rsid w:val="40903157"/>
    <w:rsid w:val="40B1547D"/>
    <w:rsid w:val="40B557B9"/>
    <w:rsid w:val="40CB28E7"/>
    <w:rsid w:val="40DB5220"/>
    <w:rsid w:val="40DC4AF4"/>
    <w:rsid w:val="40E811FC"/>
    <w:rsid w:val="40FB141E"/>
    <w:rsid w:val="40FE0F0E"/>
    <w:rsid w:val="41061B71"/>
    <w:rsid w:val="415154E2"/>
    <w:rsid w:val="415E375B"/>
    <w:rsid w:val="416C4AC7"/>
    <w:rsid w:val="41D659E7"/>
    <w:rsid w:val="423413CF"/>
    <w:rsid w:val="423D7815"/>
    <w:rsid w:val="425A03C6"/>
    <w:rsid w:val="428E62C2"/>
    <w:rsid w:val="429D7595"/>
    <w:rsid w:val="42B4428A"/>
    <w:rsid w:val="42CB3072"/>
    <w:rsid w:val="42E45EE2"/>
    <w:rsid w:val="432B1D63"/>
    <w:rsid w:val="432C3451"/>
    <w:rsid w:val="4346094B"/>
    <w:rsid w:val="43496789"/>
    <w:rsid w:val="4369232E"/>
    <w:rsid w:val="43B92ECB"/>
    <w:rsid w:val="43F96B5F"/>
    <w:rsid w:val="440567C2"/>
    <w:rsid w:val="440A5C9C"/>
    <w:rsid w:val="443C52C1"/>
    <w:rsid w:val="444255B6"/>
    <w:rsid w:val="44472BCC"/>
    <w:rsid w:val="447D7C59"/>
    <w:rsid w:val="448D4A83"/>
    <w:rsid w:val="44C85ABB"/>
    <w:rsid w:val="453E7B2C"/>
    <w:rsid w:val="4541761C"/>
    <w:rsid w:val="45723C79"/>
    <w:rsid w:val="457E261E"/>
    <w:rsid w:val="45806396"/>
    <w:rsid w:val="458319E2"/>
    <w:rsid w:val="45A73923"/>
    <w:rsid w:val="45B32CD3"/>
    <w:rsid w:val="45D24718"/>
    <w:rsid w:val="46132E40"/>
    <w:rsid w:val="462036D5"/>
    <w:rsid w:val="46236D21"/>
    <w:rsid w:val="464473C4"/>
    <w:rsid w:val="464B5F42"/>
    <w:rsid w:val="465047C3"/>
    <w:rsid w:val="46761547"/>
    <w:rsid w:val="468679DC"/>
    <w:rsid w:val="46911003"/>
    <w:rsid w:val="46945C87"/>
    <w:rsid w:val="469B0D01"/>
    <w:rsid w:val="46A71161"/>
    <w:rsid w:val="475C073D"/>
    <w:rsid w:val="475F3D89"/>
    <w:rsid w:val="477F442B"/>
    <w:rsid w:val="47C22C96"/>
    <w:rsid w:val="47C6205A"/>
    <w:rsid w:val="47CF7161"/>
    <w:rsid w:val="47F16ACD"/>
    <w:rsid w:val="483970AF"/>
    <w:rsid w:val="483E23B5"/>
    <w:rsid w:val="4851401A"/>
    <w:rsid w:val="485853A8"/>
    <w:rsid w:val="48671147"/>
    <w:rsid w:val="48A42810"/>
    <w:rsid w:val="48A759E8"/>
    <w:rsid w:val="48B3438D"/>
    <w:rsid w:val="48BD520B"/>
    <w:rsid w:val="48C77E38"/>
    <w:rsid w:val="49431BB4"/>
    <w:rsid w:val="496C7202"/>
    <w:rsid w:val="496E4757"/>
    <w:rsid w:val="49831FB1"/>
    <w:rsid w:val="49902920"/>
    <w:rsid w:val="49D2118A"/>
    <w:rsid w:val="49DB003F"/>
    <w:rsid w:val="49EF5898"/>
    <w:rsid w:val="4A45370A"/>
    <w:rsid w:val="4A5D0A54"/>
    <w:rsid w:val="4A8A55C1"/>
    <w:rsid w:val="4AAD2917"/>
    <w:rsid w:val="4AB4263E"/>
    <w:rsid w:val="4AB8212E"/>
    <w:rsid w:val="4AF40C8C"/>
    <w:rsid w:val="4B215F25"/>
    <w:rsid w:val="4B700C5B"/>
    <w:rsid w:val="4B8F7333"/>
    <w:rsid w:val="4B9E1179"/>
    <w:rsid w:val="4BAF260E"/>
    <w:rsid w:val="4BC36FDC"/>
    <w:rsid w:val="4BFB49C8"/>
    <w:rsid w:val="4C4461A8"/>
    <w:rsid w:val="4C715713"/>
    <w:rsid w:val="4C7D362F"/>
    <w:rsid w:val="4C9316DD"/>
    <w:rsid w:val="4CB66B41"/>
    <w:rsid w:val="4CDD00D5"/>
    <w:rsid w:val="4CE92A73"/>
    <w:rsid w:val="4D221AE1"/>
    <w:rsid w:val="4D41465D"/>
    <w:rsid w:val="4D4B7289"/>
    <w:rsid w:val="4D5F0F87"/>
    <w:rsid w:val="4D677E3B"/>
    <w:rsid w:val="4DA42E3E"/>
    <w:rsid w:val="4DAB7D28"/>
    <w:rsid w:val="4DB56DF9"/>
    <w:rsid w:val="4DCB5B3A"/>
    <w:rsid w:val="4DD86643"/>
    <w:rsid w:val="4DEB03AF"/>
    <w:rsid w:val="4E0B1FC7"/>
    <w:rsid w:val="4E2B2C17"/>
    <w:rsid w:val="4E453CD9"/>
    <w:rsid w:val="4E485577"/>
    <w:rsid w:val="4E512970"/>
    <w:rsid w:val="4E564138"/>
    <w:rsid w:val="4EB7782E"/>
    <w:rsid w:val="4EDB63EB"/>
    <w:rsid w:val="4EE03473"/>
    <w:rsid w:val="4EF840EF"/>
    <w:rsid w:val="4F0135C1"/>
    <w:rsid w:val="4F506DD9"/>
    <w:rsid w:val="4F6E1AC8"/>
    <w:rsid w:val="4F7C2F1F"/>
    <w:rsid w:val="4F90367A"/>
    <w:rsid w:val="4FEA1D94"/>
    <w:rsid w:val="501E6ED7"/>
    <w:rsid w:val="502B6EFE"/>
    <w:rsid w:val="50446212"/>
    <w:rsid w:val="50650662"/>
    <w:rsid w:val="507E34D2"/>
    <w:rsid w:val="50923421"/>
    <w:rsid w:val="50942CF5"/>
    <w:rsid w:val="51330760"/>
    <w:rsid w:val="51426BF5"/>
    <w:rsid w:val="51644DBE"/>
    <w:rsid w:val="51840539"/>
    <w:rsid w:val="51864D34"/>
    <w:rsid w:val="51A21442"/>
    <w:rsid w:val="51DB6702"/>
    <w:rsid w:val="520D7203"/>
    <w:rsid w:val="522D1654"/>
    <w:rsid w:val="52383B54"/>
    <w:rsid w:val="5244074B"/>
    <w:rsid w:val="52462715"/>
    <w:rsid w:val="52522E68"/>
    <w:rsid w:val="52532443"/>
    <w:rsid w:val="52592449"/>
    <w:rsid w:val="5285323E"/>
    <w:rsid w:val="528D20F2"/>
    <w:rsid w:val="52927709"/>
    <w:rsid w:val="529C0587"/>
    <w:rsid w:val="52B256B5"/>
    <w:rsid w:val="52C213E7"/>
    <w:rsid w:val="52C510AB"/>
    <w:rsid w:val="52D4387D"/>
    <w:rsid w:val="52D675F5"/>
    <w:rsid w:val="52E33AC0"/>
    <w:rsid w:val="52EC6E19"/>
    <w:rsid w:val="530F0D59"/>
    <w:rsid w:val="532319B6"/>
    <w:rsid w:val="53367EBD"/>
    <w:rsid w:val="53596365"/>
    <w:rsid w:val="5379042E"/>
    <w:rsid w:val="53A94D0A"/>
    <w:rsid w:val="53C82F88"/>
    <w:rsid w:val="54120B01"/>
    <w:rsid w:val="54280325"/>
    <w:rsid w:val="54576514"/>
    <w:rsid w:val="54C85664"/>
    <w:rsid w:val="550348EE"/>
    <w:rsid w:val="555C7B5A"/>
    <w:rsid w:val="556D1D67"/>
    <w:rsid w:val="55823A64"/>
    <w:rsid w:val="5587121C"/>
    <w:rsid w:val="55B05C38"/>
    <w:rsid w:val="55D63DB0"/>
    <w:rsid w:val="561821D4"/>
    <w:rsid w:val="562E599A"/>
    <w:rsid w:val="563A60ED"/>
    <w:rsid w:val="563D0166"/>
    <w:rsid w:val="56576C9F"/>
    <w:rsid w:val="568832FC"/>
    <w:rsid w:val="56A874FB"/>
    <w:rsid w:val="56C02A96"/>
    <w:rsid w:val="56C67981"/>
    <w:rsid w:val="56D53777"/>
    <w:rsid w:val="57007EB9"/>
    <w:rsid w:val="57016C0B"/>
    <w:rsid w:val="57233025"/>
    <w:rsid w:val="5726041F"/>
    <w:rsid w:val="574D6BAE"/>
    <w:rsid w:val="577D0987"/>
    <w:rsid w:val="57956B74"/>
    <w:rsid w:val="57B974E6"/>
    <w:rsid w:val="57EE2B0A"/>
    <w:rsid w:val="57FB18AC"/>
    <w:rsid w:val="582B1BD1"/>
    <w:rsid w:val="58410B76"/>
    <w:rsid w:val="587578B0"/>
    <w:rsid w:val="58773629"/>
    <w:rsid w:val="58B06B3A"/>
    <w:rsid w:val="58B71C77"/>
    <w:rsid w:val="58BF76C2"/>
    <w:rsid w:val="58D14527"/>
    <w:rsid w:val="58D36385"/>
    <w:rsid w:val="58D42829"/>
    <w:rsid w:val="58DC348C"/>
    <w:rsid w:val="58FC3B2E"/>
    <w:rsid w:val="593C217C"/>
    <w:rsid w:val="59415F60"/>
    <w:rsid w:val="596A4F3B"/>
    <w:rsid w:val="596A79CD"/>
    <w:rsid w:val="59A0095D"/>
    <w:rsid w:val="59B12B6A"/>
    <w:rsid w:val="59D2663D"/>
    <w:rsid w:val="59EA1BD8"/>
    <w:rsid w:val="5A0E58C7"/>
    <w:rsid w:val="5A0F7891"/>
    <w:rsid w:val="5A24333C"/>
    <w:rsid w:val="5A4C2893"/>
    <w:rsid w:val="5A4E2167"/>
    <w:rsid w:val="5A736072"/>
    <w:rsid w:val="5A823E5E"/>
    <w:rsid w:val="5A8E4C59"/>
    <w:rsid w:val="5A902780"/>
    <w:rsid w:val="5AAB79A4"/>
    <w:rsid w:val="5AD308BE"/>
    <w:rsid w:val="5ADF7263"/>
    <w:rsid w:val="5B105305"/>
    <w:rsid w:val="5B1A029B"/>
    <w:rsid w:val="5B4B2B4A"/>
    <w:rsid w:val="5B721E85"/>
    <w:rsid w:val="5B7420A1"/>
    <w:rsid w:val="5BB24978"/>
    <w:rsid w:val="5BFE62FF"/>
    <w:rsid w:val="5C084598"/>
    <w:rsid w:val="5C1B42CB"/>
    <w:rsid w:val="5C481068"/>
    <w:rsid w:val="5C5F68AD"/>
    <w:rsid w:val="5C735EB5"/>
    <w:rsid w:val="5C877BB2"/>
    <w:rsid w:val="5CE13766"/>
    <w:rsid w:val="5CFE60C6"/>
    <w:rsid w:val="5D156F6C"/>
    <w:rsid w:val="5D731EE5"/>
    <w:rsid w:val="5D740137"/>
    <w:rsid w:val="5D87686A"/>
    <w:rsid w:val="5D901E81"/>
    <w:rsid w:val="5D924A61"/>
    <w:rsid w:val="5DB449D7"/>
    <w:rsid w:val="5DB91FED"/>
    <w:rsid w:val="5EAE7678"/>
    <w:rsid w:val="5EB17168"/>
    <w:rsid w:val="5EB6652D"/>
    <w:rsid w:val="5EC4179B"/>
    <w:rsid w:val="5EE17A4E"/>
    <w:rsid w:val="5EE66E12"/>
    <w:rsid w:val="5F21609C"/>
    <w:rsid w:val="5F296CFF"/>
    <w:rsid w:val="5F2C67EF"/>
    <w:rsid w:val="5F4A398C"/>
    <w:rsid w:val="5F814D8D"/>
    <w:rsid w:val="5FB04ED0"/>
    <w:rsid w:val="60087403"/>
    <w:rsid w:val="60113DEB"/>
    <w:rsid w:val="602F2A3B"/>
    <w:rsid w:val="603242D9"/>
    <w:rsid w:val="603B13E0"/>
    <w:rsid w:val="60430294"/>
    <w:rsid w:val="604D7418"/>
    <w:rsid w:val="60561D75"/>
    <w:rsid w:val="60675D31"/>
    <w:rsid w:val="609C27C3"/>
    <w:rsid w:val="60C90799"/>
    <w:rsid w:val="611539DF"/>
    <w:rsid w:val="611F3731"/>
    <w:rsid w:val="6146003C"/>
    <w:rsid w:val="614B7400"/>
    <w:rsid w:val="61593CCD"/>
    <w:rsid w:val="61704045"/>
    <w:rsid w:val="617A1A94"/>
    <w:rsid w:val="61923281"/>
    <w:rsid w:val="619F599E"/>
    <w:rsid w:val="61C55405"/>
    <w:rsid w:val="61C777A9"/>
    <w:rsid w:val="61D5316E"/>
    <w:rsid w:val="61F061FA"/>
    <w:rsid w:val="61FF4C9C"/>
    <w:rsid w:val="620A72BB"/>
    <w:rsid w:val="621B1FCE"/>
    <w:rsid w:val="621E5D60"/>
    <w:rsid w:val="621E68C3"/>
    <w:rsid w:val="622163B3"/>
    <w:rsid w:val="622D2FAA"/>
    <w:rsid w:val="625C563D"/>
    <w:rsid w:val="62740BD9"/>
    <w:rsid w:val="628F156F"/>
    <w:rsid w:val="62953243"/>
    <w:rsid w:val="62960B4F"/>
    <w:rsid w:val="62A212A2"/>
    <w:rsid w:val="62BD77C9"/>
    <w:rsid w:val="62FF66F4"/>
    <w:rsid w:val="630E6937"/>
    <w:rsid w:val="6324615B"/>
    <w:rsid w:val="636A5F4F"/>
    <w:rsid w:val="637B1AF3"/>
    <w:rsid w:val="638E1826"/>
    <w:rsid w:val="6397692D"/>
    <w:rsid w:val="63AC7EFE"/>
    <w:rsid w:val="63BE65AF"/>
    <w:rsid w:val="63D7141F"/>
    <w:rsid w:val="63F21DB5"/>
    <w:rsid w:val="641C32D6"/>
    <w:rsid w:val="642D7291"/>
    <w:rsid w:val="643E149E"/>
    <w:rsid w:val="64526CF8"/>
    <w:rsid w:val="64D21BE7"/>
    <w:rsid w:val="64D971A5"/>
    <w:rsid w:val="64E831B8"/>
    <w:rsid w:val="64F504A8"/>
    <w:rsid w:val="6535464F"/>
    <w:rsid w:val="656071F2"/>
    <w:rsid w:val="65A215B9"/>
    <w:rsid w:val="65EE0CA2"/>
    <w:rsid w:val="660B3602"/>
    <w:rsid w:val="662A41C7"/>
    <w:rsid w:val="662A7F2C"/>
    <w:rsid w:val="664131A5"/>
    <w:rsid w:val="666D52C1"/>
    <w:rsid w:val="66723681"/>
    <w:rsid w:val="66A80E51"/>
    <w:rsid w:val="66D71736"/>
    <w:rsid w:val="66D954AE"/>
    <w:rsid w:val="66F347C2"/>
    <w:rsid w:val="66FB5425"/>
    <w:rsid w:val="67000C8D"/>
    <w:rsid w:val="674F751F"/>
    <w:rsid w:val="67580AC9"/>
    <w:rsid w:val="67627252"/>
    <w:rsid w:val="6773145F"/>
    <w:rsid w:val="68386205"/>
    <w:rsid w:val="68435627"/>
    <w:rsid w:val="685017A0"/>
    <w:rsid w:val="68802085"/>
    <w:rsid w:val="689B576C"/>
    <w:rsid w:val="68B00491"/>
    <w:rsid w:val="68C55CEA"/>
    <w:rsid w:val="68C64184"/>
    <w:rsid w:val="68E00D76"/>
    <w:rsid w:val="68F20AA9"/>
    <w:rsid w:val="68F44821"/>
    <w:rsid w:val="69196036"/>
    <w:rsid w:val="69313380"/>
    <w:rsid w:val="69362744"/>
    <w:rsid w:val="694D7A2F"/>
    <w:rsid w:val="69562DE6"/>
    <w:rsid w:val="695B1F85"/>
    <w:rsid w:val="69A2602B"/>
    <w:rsid w:val="69A47FF6"/>
    <w:rsid w:val="69B55D5F"/>
    <w:rsid w:val="69C16F82"/>
    <w:rsid w:val="69F04FE9"/>
    <w:rsid w:val="6A0C16F7"/>
    <w:rsid w:val="6A2133F4"/>
    <w:rsid w:val="6A2D7FEB"/>
    <w:rsid w:val="6A7259FE"/>
    <w:rsid w:val="6A835E5D"/>
    <w:rsid w:val="6A8D0A8A"/>
    <w:rsid w:val="6ADA4D80"/>
    <w:rsid w:val="6AE508C6"/>
    <w:rsid w:val="6AEA1A38"/>
    <w:rsid w:val="6AF91C7B"/>
    <w:rsid w:val="6B2C2051"/>
    <w:rsid w:val="6B700C2F"/>
    <w:rsid w:val="6B7834E8"/>
    <w:rsid w:val="6B7C465A"/>
    <w:rsid w:val="6B9B71D6"/>
    <w:rsid w:val="6BAF2C82"/>
    <w:rsid w:val="6BC4672D"/>
    <w:rsid w:val="6BD526E8"/>
    <w:rsid w:val="6BD91D4E"/>
    <w:rsid w:val="6BE26BB3"/>
    <w:rsid w:val="6BEB1F0C"/>
    <w:rsid w:val="6C0134DD"/>
    <w:rsid w:val="6C16685D"/>
    <w:rsid w:val="6C1825D5"/>
    <w:rsid w:val="6C1B3220"/>
    <w:rsid w:val="6C1D7BEB"/>
    <w:rsid w:val="6CB63947"/>
    <w:rsid w:val="6CF272CA"/>
    <w:rsid w:val="6D2A25C0"/>
    <w:rsid w:val="6D413DAD"/>
    <w:rsid w:val="6D806684"/>
    <w:rsid w:val="6D86655A"/>
    <w:rsid w:val="6DA305C4"/>
    <w:rsid w:val="6DBC51E2"/>
    <w:rsid w:val="6DF332FA"/>
    <w:rsid w:val="6E0C7F17"/>
    <w:rsid w:val="6E143C6B"/>
    <w:rsid w:val="6E192634"/>
    <w:rsid w:val="6E66587A"/>
    <w:rsid w:val="6EA42846"/>
    <w:rsid w:val="6EB20ABF"/>
    <w:rsid w:val="6EC922AC"/>
    <w:rsid w:val="6EEE3AC1"/>
    <w:rsid w:val="6EF70BC7"/>
    <w:rsid w:val="6F863CF9"/>
    <w:rsid w:val="6FF2313D"/>
    <w:rsid w:val="701B08E6"/>
    <w:rsid w:val="701E2184"/>
    <w:rsid w:val="701E3F32"/>
    <w:rsid w:val="706B361B"/>
    <w:rsid w:val="70814BED"/>
    <w:rsid w:val="709E2D01"/>
    <w:rsid w:val="70B7060E"/>
    <w:rsid w:val="70CB230C"/>
    <w:rsid w:val="70DF5DB7"/>
    <w:rsid w:val="70E42257"/>
    <w:rsid w:val="70FD009B"/>
    <w:rsid w:val="71075E5E"/>
    <w:rsid w:val="710D46D2"/>
    <w:rsid w:val="712B3A01"/>
    <w:rsid w:val="713F23B2"/>
    <w:rsid w:val="714125CE"/>
    <w:rsid w:val="7141437C"/>
    <w:rsid w:val="716B31A7"/>
    <w:rsid w:val="717A163C"/>
    <w:rsid w:val="71881FAB"/>
    <w:rsid w:val="71A57230"/>
    <w:rsid w:val="71AD37BF"/>
    <w:rsid w:val="71C70D25"/>
    <w:rsid w:val="71CA5D36"/>
    <w:rsid w:val="71CF3736"/>
    <w:rsid w:val="71F47640"/>
    <w:rsid w:val="72353B1D"/>
    <w:rsid w:val="72395053"/>
    <w:rsid w:val="72C139C6"/>
    <w:rsid w:val="72DD1E82"/>
    <w:rsid w:val="72FD2525"/>
    <w:rsid w:val="7306762B"/>
    <w:rsid w:val="73346C5D"/>
    <w:rsid w:val="73C6500C"/>
    <w:rsid w:val="73CA0659"/>
    <w:rsid w:val="73EC4A73"/>
    <w:rsid w:val="74136244"/>
    <w:rsid w:val="742A7174"/>
    <w:rsid w:val="744C5512"/>
    <w:rsid w:val="746740F9"/>
    <w:rsid w:val="7472484C"/>
    <w:rsid w:val="747B7BA5"/>
    <w:rsid w:val="74B80DF9"/>
    <w:rsid w:val="74E474F8"/>
    <w:rsid w:val="74FC349A"/>
    <w:rsid w:val="750951B1"/>
    <w:rsid w:val="752E10BB"/>
    <w:rsid w:val="754B3A1B"/>
    <w:rsid w:val="75DA6B4D"/>
    <w:rsid w:val="75F220E9"/>
    <w:rsid w:val="7608190C"/>
    <w:rsid w:val="760A5684"/>
    <w:rsid w:val="763E3ACB"/>
    <w:rsid w:val="769136B0"/>
    <w:rsid w:val="7718792D"/>
    <w:rsid w:val="771E7100"/>
    <w:rsid w:val="77204BBA"/>
    <w:rsid w:val="774C5829"/>
    <w:rsid w:val="777C7EBC"/>
    <w:rsid w:val="77A13DC6"/>
    <w:rsid w:val="77CF26E1"/>
    <w:rsid w:val="7803238B"/>
    <w:rsid w:val="784A620C"/>
    <w:rsid w:val="784F3822"/>
    <w:rsid w:val="78526E6F"/>
    <w:rsid w:val="78686692"/>
    <w:rsid w:val="789B25C4"/>
    <w:rsid w:val="78D635FC"/>
    <w:rsid w:val="792A1B99"/>
    <w:rsid w:val="795A422D"/>
    <w:rsid w:val="79772112"/>
    <w:rsid w:val="7987052D"/>
    <w:rsid w:val="799139C7"/>
    <w:rsid w:val="79B55907"/>
    <w:rsid w:val="79E166FC"/>
    <w:rsid w:val="79E35498"/>
    <w:rsid w:val="79E47F9A"/>
    <w:rsid w:val="79FF7545"/>
    <w:rsid w:val="7A077D76"/>
    <w:rsid w:val="7A115622"/>
    <w:rsid w:val="7A4F18B8"/>
    <w:rsid w:val="7A57076C"/>
    <w:rsid w:val="7A5F5873"/>
    <w:rsid w:val="7A6D61E2"/>
    <w:rsid w:val="7A764809"/>
    <w:rsid w:val="7A8552D9"/>
    <w:rsid w:val="7AC2652D"/>
    <w:rsid w:val="7AF661D7"/>
    <w:rsid w:val="7B034450"/>
    <w:rsid w:val="7B073F40"/>
    <w:rsid w:val="7B2745E3"/>
    <w:rsid w:val="7B3F192C"/>
    <w:rsid w:val="7B580C40"/>
    <w:rsid w:val="7B86542E"/>
    <w:rsid w:val="7BBD6CF5"/>
    <w:rsid w:val="7BC736D0"/>
    <w:rsid w:val="7BDE2646"/>
    <w:rsid w:val="7C120DEF"/>
    <w:rsid w:val="7C86358B"/>
    <w:rsid w:val="7C8A307B"/>
    <w:rsid w:val="7C9C2DAE"/>
    <w:rsid w:val="7C9E08D4"/>
    <w:rsid w:val="7CA43C8B"/>
    <w:rsid w:val="7CAA6838"/>
    <w:rsid w:val="7CD01D66"/>
    <w:rsid w:val="7CDE5175"/>
    <w:rsid w:val="7D1D09B8"/>
    <w:rsid w:val="7D3E5C13"/>
    <w:rsid w:val="7D562F5D"/>
    <w:rsid w:val="7D845D1C"/>
    <w:rsid w:val="7DAD7713"/>
    <w:rsid w:val="7DD81BC4"/>
    <w:rsid w:val="7DFC3B04"/>
    <w:rsid w:val="7E0C7AC0"/>
    <w:rsid w:val="7E543940"/>
    <w:rsid w:val="7E6873EC"/>
    <w:rsid w:val="7E9755DB"/>
    <w:rsid w:val="7E9F26E2"/>
    <w:rsid w:val="7EAD12A3"/>
    <w:rsid w:val="7EAF6DC9"/>
    <w:rsid w:val="7EC62364"/>
    <w:rsid w:val="7F286B7B"/>
    <w:rsid w:val="7F46784C"/>
    <w:rsid w:val="7F5A4ABB"/>
    <w:rsid w:val="7F765B38"/>
    <w:rsid w:val="7F7B0978"/>
    <w:rsid w:val="7F8D69DE"/>
    <w:rsid w:val="7FBB4507"/>
    <w:rsid w:val="7FC468A4"/>
    <w:rsid w:val="7FCE1B29"/>
    <w:rsid w:val="7FD34D39"/>
    <w:rsid w:val="7FF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eastAsia="仿宋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eastAsia="仿宋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eastAsia="仿宋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&#12289;&#34892;&#25919;\&#32418;&#2283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7EDAE-5BCD-4998-8AF0-FA2F8CE784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红头文件</Template>
  <Company>Lenovo</Company>
  <Pages>11</Pages>
  <Words>1909</Words>
  <Characters>1983</Characters>
  <Lines>17</Lines>
  <Paragraphs>4</Paragraphs>
  <TotalTime>25</TotalTime>
  <ScaleCrop>false</ScaleCrop>
  <LinksUpToDate>false</LinksUpToDate>
  <CharactersWithSpaces>2565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2021-04-22T02:00:00Z</dcterms:created>
  <dc:creator>雪龙</dc:creator>
  <cp:lastModifiedBy>水利学会</cp:lastModifiedBy>
  <dcterms:modified xsi:type="dcterms:W3CDTF">2023-07-12T06:08:40Z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A4D7EDC0A9584ABA8DF2B8464F11FD72</vt:lpwstr>
  </property>
  <property fmtid="{D5CDD505-2E9C-101B-9397-08002B2CF9AE}" pid="3" name="KSOProductBuildVer">
    <vt:lpwstr>2052-11.1.0.14309</vt:lpwstr>
  </property>
</Properties>
</file>